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B21" w:rsidRPr="00F41A81" w:rsidRDefault="00C47B21" w:rsidP="00D32C78">
      <w:pPr>
        <w:jc w:val="center"/>
        <w:rPr>
          <w:sz w:val="40"/>
          <w:szCs w:val="40"/>
        </w:rPr>
      </w:pPr>
      <w:r>
        <w:rPr>
          <w:sz w:val="40"/>
          <w:szCs w:val="40"/>
        </w:rPr>
        <w:t>Lesson 2  Saying Goodbye and Expressing Regret (10 pts.)</w:t>
      </w:r>
    </w:p>
    <w:p w:rsidR="00C47B21" w:rsidRPr="004E3C14" w:rsidRDefault="00C47B21" w:rsidP="00D32C78">
      <w:pPr>
        <w:pStyle w:val="ListParagraph"/>
        <w:numPr>
          <w:ilvl w:val="0"/>
          <w:numId w:val="1"/>
        </w:numPr>
        <w:rPr>
          <w:b/>
          <w:sz w:val="24"/>
          <w:szCs w:val="24"/>
        </w:rPr>
      </w:pPr>
      <w:r w:rsidRPr="004E3C14">
        <w:rPr>
          <w:b/>
          <w:sz w:val="24"/>
          <w:szCs w:val="24"/>
        </w:rPr>
        <w:t xml:space="preserve">How do you say “Goodbye” in your country? </w:t>
      </w:r>
    </w:p>
    <w:p w:rsidR="00C47B21" w:rsidRDefault="00C47B21" w:rsidP="00D32C78">
      <w:pPr>
        <w:pStyle w:val="ListParagraph"/>
        <w:ind w:left="360"/>
        <w:rPr>
          <w:sz w:val="24"/>
          <w:szCs w:val="24"/>
        </w:rPr>
      </w:pPr>
      <w:r>
        <w:rPr>
          <w:sz w:val="24"/>
          <w:szCs w:val="24"/>
        </w:rPr>
        <w:t>“</w:t>
      </w:r>
      <w:r>
        <w:rPr>
          <w:rFonts w:ascii="1E1c73ArialUnicodeMS" w:hAnsi="1E1c73ArialUnicodeMS" w:cs="1E1c73ArialUnicodeMS"/>
          <w:sz w:val="24"/>
          <w:szCs w:val="24"/>
        </w:rPr>
        <w:t>Ma عa s-salaama</w:t>
      </w:r>
      <w:r>
        <w:rPr>
          <w:sz w:val="24"/>
          <w:szCs w:val="24"/>
        </w:rPr>
        <w:t>” is goodbye.</w:t>
      </w:r>
    </w:p>
    <w:p w:rsidR="00C47B21" w:rsidRDefault="00C47B21" w:rsidP="00D32C78">
      <w:pPr>
        <w:pStyle w:val="ListParagraph"/>
        <w:ind w:left="360"/>
        <w:rPr>
          <w:sz w:val="24"/>
          <w:szCs w:val="24"/>
        </w:rPr>
      </w:pPr>
    </w:p>
    <w:p w:rsidR="00C47B21" w:rsidRPr="004E3C14" w:rsidRDefault="00C47B21" w:rsidP="00D32C78">
      <w:pPr>
        <w:pStyle w:val="ListParagraph"/>
        <w:numPr>
          <w:ilvl w:val="0"/>
          <w:numId w:val="1"/>
        </w:numPr>
        <w:rPr>
          <w:b/>
          <w:sz w:val="24"/>
          <w:szCs w:val="24"/>
        </w:rPr>
      </w:pPr>
      <w:r w:rsidRPr="004E3C14">
        <w:rPr>
          <w:b/>
          <w:sz w:val="24"/>
          <w:szCs w:val="24"/>
        </w:rPr>
        <w:t xml:space="preserve">Are there different ways of saying “Goodbye”?  Why? </w:t>
      </w:r>
    </w:p>
    <w:p w:rsidR="00C47B21" w:rsidRDefault="00C47B21" w:rsidP="00D32C78">
      <w:pPr>
        <w:pStyle w:val="ListParagraph"/>
        <w:ind w:left="360"/>
        <w:rPr>
          <w:rFonts w:ascii="1E1c73ArialUnicodeMS" w:hAnsi="1E1c73ArialUnicodeMS" w:cs="1E1c73ArialUnicodeMS"/>
          <w:sz w:val="24"/>
          <w:szCs w:val="24"/>
        </w:rPr>
      </w:pPr>
      <w:r>
        <w:rPr>
          <w:rFonts w:ascii="1E1c73ArialUnicodeMS" w:hAnsi="1E1c73ArialUnicodeMS" w:cs="1E1c73ArialUnicodeMS"/>
          <w:sz w:val="24"/>
          <w:szCs w:val="24"/>
        </w:rPr>
        <w:t>Another way of saying goodbye is “ila l-liqaa” which mean so long.</w:t>
      </w:r>
    </w:p>
    <w:p w:rsidR="00C47B21" w:rsidRDefault="00C47B21" w:rsidP="00D32C78">
      <w:pPr>
        <w:pStyle w:val="ListParagraph"/>
        <w:ind w:left="360"/>
        <w:rPr>
          <w:sz w:val="24"/>
          <w:szCs w:val="24"/>
        </w:rPr>
      </w:pPr>
    </w:p>
    <w:p w:rsidR="00C47B21" w:rsidRPr="004E3C14" w:rsidRDefault="00C47B21" w:rsidP="00FF62C8">
      <w:pPr>
        <w:pStyle w:val="ListParagraph"/>
        <w:numPr>
          <w:ilvl w:val="0"/>
          <w:numId w:val="1"/>
        </w:numPr>
        <w:rPr>
          <w:b/>
          <w:sz w:val="24"/>
          <w:szCs w:val="24"/>
        </w:rPr>
      </w:pPr>
      <w:r w:rsidRPr="004E3C14">
        <w:rPr>
          <w:b/>
          <w:sz w:val="24"/>
          <w:szCs w:val="24"/>
        </w:rPr>
        <w:t>What are some of the other ways of saying “Goodbye”?  Indicate when and for whom they should be used:</w:t>
      </w:r>
      <w:r>
        <w:rPr>
          <w:b/>
          <w:sz w:val="24"/>
          <w:szCs w:val="24"/>
        </w:rPr>
        <w:t xml:space="preserve">  You would say </w:t>
      </w:r>
      <w:r>
        <w:rPr>
          <w:sz w:val="24"/>
          <w:szCs w:val="24"/>
        </w:rPr>
        <w:t>“</w:t>
      </w:r>
      <w:r>
        <w:rPr>
          <w:rFonts w:ascii="1E1c73ArialUnicodeMS" w:hAnsi="1E1c73ArialUnicodeMS" w:cs="1E1c73ArialUnicodeMS"/>
          <w:sz w:val="24"/>
          <w:szCs w:val="24"/>
        </w:rPr>
        <w:t>ma عa s-salaama” when referring to adults and “ila l-liqaa” when talking to friends.</w:t>
      </w:r>
    </w:p>
    <w:p w:rsidR="00C47B21" w:rsidRDefault="00C47B21" w:rsidP="00D32C78">
      <w:pPr>
        <w:jc w:val="center"/>
        <w:rPr>
          <w:sz w:val="24"/>
          <w:szCs w:val="24"/>
        </w:rPr>
      </w:pPr>
      <w:r>
        <w:rPr>
          <w:sz w:val="40"/>
          <w:szCs w:val="40"/>
        </w:rPr>
        <w:t>Expressing Regret</w:t>
      </w:r>
    </w:p>
    <w:p w:rsidR="00C47B21" w:rsidRDefault="00C47B21" w:rsidP="00D32C78">
      <w:pPr>
        <w:rPr>
          <w:sz w:val="24"/>
          <w:szCs w:val="24"/>
        </w:rPr>
      </w:pPr>
      <w:r>
        <w:rPr>
          <w:sz w:val="24"/>
          <w:szCs w:val="24"/>
        </w:rPr>
        <w:t>If you are the offender (the person who needs to say “I’m sorry!”)…</w:t>
      </w:r>
    </w:p>
    <w:p w:rsidR="00C47B21" w:rsidRPr="00F97F1D" w:rsidRDefault="00C47B21" w:rsidP="00D32C78">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C47B21" w:rsidRDefault="00C47B21" w:rsidP="00D32C78">
      <w:pPr>
        <w:pStyle w:val="ListParagraph"/>
        <w:rPr>
          <w:sz w:val="24"/>
          <w:szCs w:val="24"/>
        </w:rPr>
      </w:pPr>
      <w:r>
        <w:rPr>
          <w:sz w:val="24"/>
          <w:szCs w:val="24"/>
        </w:rPr>
        <w:t>Examples where you might say “I’m sorry” include getting someone’s attention, to perhaps ask them their name, or if you stepped on someone’s foot.</w:t>
      </w:r>
    </w:p>
    <w:p w:rsidR="00C47B21" w:rsidRDefault="00C47B21" w:rsidP="00D32C78">
      <w:pPr>
        <w:pStyle w:val="ListParagraph"/>
        <w:rPr>
          <w:sz w:val="24"/>
          <w:szCs w:val="24"/>
        </w:rPr>
      </w:pPr>
    </w:p>
    <w:p w:rsidR="00C47B21" w:rsidRPr="00F97F1D" w:rsidRDefault="00C47B21" w:rsidP="00D32C78">
      <w:pPr>
        <w:pStyle w:val="ListParagraph"/>
        <w:numPr>
          <w:ilvl w:val="0"/>
          <w:numId w:val="2"/>
        </w:numPr>
        <w:rPr>
          <w:b/>
          <w:sz w:val="24"/>
          <w:szCs w:val="24"/>
        </w:rPr>
      </w:pPr>
      <w:r w:rsidRPr="00F97F1D">
        <w:rPr>
          <w:b/>
          <w:sz w:val="24"/>
          <w:szCs w:val="24"/>
        </w:rPr>
        <w:t>What do you say if you do something awkward, like bump into someone?</w:t>
      </w:r>
    </w:p>
    <w:p w:rsidR="00C47B21" w:rsidRPr="00F97F1D" w:rsidRDefault="00C47B21" w:rsidP="00D32C78">
      <w:pPr>
        <w:pStyle w:val="ListParagraph"/>
        <w:rPr>
          <w:sz w:val="24"/>
          <w:szCs w:val="24"/>
        </w:rPr>
      </w:pPr>
      <w:r>
        <w:rPr>
          <w:rFonts w:ascii="1E2d96ArialUnicodeMS" w:hAnsi="1E2d96ArialUnicodeMS" w:cs="1E2d96ArialUnicodeMS"/>
          <w:sz w:val="24"/>
          <w:szCs w:val="24"/>
        </w:rPr>
        <w:t>Afwan.</w:t>
      </w:r>
    </w:p>
    <w:p w:rsidR="00C47B21" w:rsidRPr="00F97F1D" w:rsidRDefault="00C47B21" w:rsidP="00D32C78">
      <w:pPr>
        <w:pStyle w:val="ListParagraph"/>
        <w:rPr>
          <w:b/>
          <w:sz w:val="24"/>
          <w:szCs w:val="24"/>
        </w:rPr>
      </w:pPr>
    </w:p>
    <w:p w:rsidR="00C47B21" w:rsidRPr="00F97F1D" w:rsidRDefault="00C47B21" w:rsidP="00D32C78">
      <w:pPr>
        <w:pStyle w:val="ListParagraph"/>
        <w:numPr>
          <w:ilvl w:val="0"/>
          <w:numId w:val="2"/>
        </w:numPr>
        <w:rPr>
          <w:b/>
          <w:sz w:val="24"/>
          <w:szCs w:val="24"/>
        </w:rPr>
      </w:pPr>
      <w:r w:rsidRPr="00F97F1D">
        <w:rPr>
          <w:b/>
          <w:sz w:val="24"/>
          <w:szCs w:val="24"/>
        </w:rPr>
        <w:t xml:space="preserve"> What do you say if something sad has happened to someone?</w:t>
      </w:r>
    </w:p>
    <w:p w:rsidR="00C47B21" w:rsidRPr="00F97F1D" w:rsidRDefault="00C47B21" w:rsidP="00D32C78">
      <w:pPr>
        <w:pStyle w:val="ListParagraph"/>
        <w:rPr>
          <w:sz w:val="24"/>
          <w:szCs w:val="24"/>
        </w:rPr>
      </w:pPr>
      <w:r>
        <w:rPr>
          <w:sz w:val="24"/>
          <w:szCs w:val="24"/>
        </w:rPr>
        <w:t>Afwan.</w:t>
      </w:r>
    </w:p>
    <w:p w:rsidR="00C47B21" w:rsidRPr="00F97F1D" w:rsidRDefault="00C47B21" w:rsidP="00D32C78">
      <w:pPr>
        <w:pStyle w:val="ListParagraph"/>
        <w:rPr>
          <w:b/>
          <w:sz w:val="24"/>
          <w:szCs w:val="24"/>
        </w:rPr>
      </w:pPr>
    </w:p>
    <w:p w:rsidR="00C47B21" w:rsidRPr="00F97F1D" w:rsidRDefault="00C47B21" w:rsidP="00D32C78">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C47B21" w:rsidRPr="00F97F1D" w:rsidRDefault="00C47B21" w:rsidP="00D32C78">
      <w:pPr>
        <w:pStyle w:val="ListParagraph"/>
        <w:rPr>
          <w:sz w:val="24"/>
          <w:szCs w:val="24"/>
        </w:rPr>
      </w:pPr>
      <w:r>
        <w:rPr>
          <w:rFonts w:ascii="1E2d96ArialUnicodeMS" w:hAnsi="1E2d96ArialUnicodeMS" w:cs="1E2d96ArialUnicodeMS"/>
          <w:sz w:val="24"/>
          <w:szCs w:val="24"/>
        </w:rPr>
        <w:t xml:space="preserve">Smahli. </w:t>
      </w:r>
    </w:p>
    <w:p w:rsidR="00C47B21" w:rsidRDefault="00C47B21" w:rsidP="00D32C78">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C47B21" w:rsidRPr="00CA2066" w:rsidRDefault="00C47B21" w:rsidP="00CA2066">
      <w:pPr>
        <w:autoSpaceDE w:val="0"/>
        <w:autoSpaceDN w:val="0"/>
        <w:adjustRightInd w:val="0"/>
        <w:spacing w:after="0" w:afterAutospacing="0"/>
        <w:rPr>
          <w:rFonts w:ascii="1E2d96ArialUnicodeMS" w:hAnsi="1E2d96ArialUnicodeMS" w:cs="1E2d96ArialUnicodeMS"/>
          <w:sz w:val="24"/>
          <w:szCs w:val="24"/>
        </w:rPr>
      </w:pPr>
      <w:r>
        <w:rPr>
          <w:rFonts w:ascii="1E2d96ArialUnicodeMS" w:hAnsi="1E2d96ArialUnicodeMS" w:cs="1E2d96ArialUnicodeMS"/>
          <w:sz w:val="24"/>
          <w:szCs w:val="24"/>
        </w:rPr>
        <w:t>“Makayn mushkil” which mean there isn’t any problem.</w:t>
      </w:r>
    </w:p>
    <w:sectPr w:rsidR="00C47B21" w:rsidRPr="00CA2066" w:rsidSect="006E6E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1E1c73ArialUnicodeMS">
    <w:panose1 w:val="00000000000000000000"/>
    <w:charset w:val="00"/>
    <w:family w:val="auto"/>
    <w:notTrueType/>
    <w:pitch w:val="default"/>
    <w:sig w:usb0="00000003" w:usb1="00000000" w:usb2="00000000" w:usb3="00000000" w:csb0="00000001" w:csb1="00000000"/>
  </w:font>
  <w:font w:name="1E2d96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2C78"/>
    <w:rsid w:val="00013EFD"/>
    <w:rsid w:val="00123117"/>
    <w:rsid w:val="004E3C14"/>
    <w:rsid w:val="00601F4A"/>
    <w:rsid w:val="006E6E9F"/>
    <w:rsid w:val="00C47B21"/>
    <w:rsid w:val="00CA2066"/>
    <w:rsid w:val="00D32C78"/>
    <w:rsid w:val="00F41A81"/>
    <w:rsid w:val="00F72FDB"/>
    <w:rsid w:val="00F97F1D"/>
    <w:rsid w:val="00FF62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C78"/>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32C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191</Words>
  <Characters>1094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subject/>
  <dc:creator>SEL559</dc:creator>
  <cp:keywords/>
  <dc:description/>
  <cp:lastModifiedBy>schwoegl5</cp:lastModifiedBy>
  <cp:revision>2</cp:revision>
  <dcterms:created xsi:type="dcterms:W3CDTF">2011-11-18T01:18:00Z</dcterms:created>
  <dcterms:modified xsi:type="dcterms:W3CDTF">2011-11-18T01:18:00Z</dcterms:modified>
</cp:coreProperties>
</file>